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887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483445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 met vooruitstekend punt is eveneens gevormd met rechte zijvlakken.</w:t>
      </w:r>
    </w:p>
    <w:p w:rsidR="00F660E2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F660E2" w:rsidRPr="00C1077D" w:rsidRDefault="00F660E2" w:rsidP="00F660E2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9D27A2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Pr="002F1A08" w:rsidRDefault="00F660E2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F660E2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D66C50" wp14:editId="1706044B">
            <wp:extent cx="2590800" cy="360029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4591" cy="360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F660E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F660E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3445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27A2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0E2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621FE9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707F904-285B-4CB3-9F5A-F0B26B91B385}"/>
</file>

<file path=customXml/itemProps2.xml><?xml version="1.0" encoding="utf-8"?>
<ds:datastoreItem xmlns:ds="http://schemas.openxmlformats.org/officeDocument/2006/customXml" ds:itemID="{89F141C7-0C47-491B-98E6-ADD2C757C3D9}"/>
</file>

<file path=customXml/itemProps3.xml><?xml version="1.0" encoding="utf-8"?>
<ds:datastoreItem xmlns:ds="http://schemas.openxmlformats.org/officeDocument/2006/customXml" ds:itemID="{69F3EA35-DF43-4480-9E7C-E34C4B4266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2</Pages>
  <Words>239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